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200" w:lineRule="atLeast"/>
        <w:ind w:right="0"/>
        <w:jc w:val="both"/>
        <w:textAlignment w:val="baseline"/>
        <w:outlineLvl w:val="9"/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sz w:val="28"/>
          <w:szCs w:val="28"/>
          <w:shd w:val="clear" w:fill="FFFFFF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sz w:val="28"/>
          <w:szCs w:val="28"/>
          <w:shd w:val="clear" w:fill="FFFFFF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关于举办2018中国（九华山）国际禅艺设计大赛安徽新华学院校级赛的通知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200" w:lineRule="atLeast"/>
        <w:ind w:right="0"/>
        <w:jc w:val="both"/>
        <w:textAlignment w:val="baseline"/>
        <w:outlineLvl w:val="9"/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vertAlign w:val="baseli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vertAlign w:val="baseline"/>
          <w:lang w:eastAsia="zh-CN"/>
          <w14:textFill>
            <w14:solidFill>
              <w14:schemeClr w14:val="tx1"/>
            </w14:solidFill>
          </w14:textFill>
        </w:rPr>
        <w:t>一、大赛主题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="0" w:right="0" w:firstLine="420"/>
        <w:jc w:val="both"/>
        <w:textAlignment w:val="baseline"/>
        <w:outlineLvl w:val="9"/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shd w:val="clear" w:color="auto" w:fill="FFFFFF"/>
          <w:lang w:val="en-US" w:eastAsia="zh-CN" w:bidi="ar-SA"/>
        </w:rPr>
        <w:t>大赛主题：</w:t>
      </w: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  <w:t>禅艺人生品质 创意美好生活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lang w:val="en-US" w:eastAsia="zh-CN"/>
        </w:rPr>
        <w:t>九华山作为四大佛教圣山之一，地域文化优势和佛教文化特色显著；禅文化深入人们的衣食住行，禅艺设计创意和产品创新独树一帜，基于此，中国（九华山）国际禅艺设计大赛应运而生。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同时，依托于每年同期举办的“安徽池州（九华山）佛文化用品博览会”契机，汇聚1000多家禅文化类企业资源，发现创意设计人才，提升创意设计水平，促进大赛创意孵化，推动优秀创意设计作品成果转化，打造国内知名工艺美术设计师发展平台，引领禅文化设计潮流，提升禅文化产业发展、文化产品创意开发水平和产业竞争力。</w:t>
      </w:r>
    </w:p>
    <w:bookmarkEnd w:id="0"/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200" w:lineRule="atLeast"/>
        <w:ind w:right="0"/>
        <w:jc w:val="both"/>
        <w:textAlignment w:val="baseline"/>
        <w:outlineLvl w:val="9"/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vertAlign w:val="baseli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vertAlign w:val="baseline"/>
          <w:lang w:eastAsia="zh-CN"/>
          <w14:textFill>
            <w14:solidFill>
              <w14:schemeClr w14:val="tx1"/>
            </w14:solidFill>
          </w14:textFill>
        </w:rPr>
        <w:t>二、大赛组委会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200" w:lineRule="atLeast"/>
        <w:ind w:right="0"/>
        <w:jc w:val="both"/>
        <w:textAlignment w:val="baseline"/>
        <w:outlineLvl w:val="9"/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shd w:val="clear" w:color="auto" w:fill="FFFFFF"/>
          <w:lang w:val="en-US" w:eastAsia="zh-CN" w:bidi="ar-SA"/>
        </w:rPr>
        <w:t>主办单位：</w:t>
      </w: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  <w:t>中国工艺美术馆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200" w:lineRule="atLeast"/>
        <w:ind w:right="0" w:firstLine="1050" w:firstLineChars="500"/>
        <w:jc w:val="both"/>
        <w:textAlignment w:val="baseline"/>
        <w:outlineLvl w:val="9"/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  <w:t>安徽省教育厅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200" w:lineRule="atLeast"/>
        <w:ind w:right="0" w:firstLine="1050" w:firstLineChars="500"/>
        <w:jc w:val="both"/>
        <w:textAlignment w:val="baseline"/>
        <w:outlineLvl w:val="9"/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  <w:t>池州市人民政府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200" w:lineRule="atLeast"/>
        <w:ind w:right="0"/>
        <w:jc w:val="both"/>
        <w:textAlignment w:val="baseline"/>
        <w:outlineLvl w:val="9"/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shd w:val="clear" w:color="auto" w:fill="FFFFFF"/>
          <w:lang w:val="en-US" w:eastAsia="zh-CN" w:bidi="ar-SA"/>
        </w:rPr>
        <w:t>承办单位：</w:t>
      </w: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  <w:t>安徽省工艺美术学会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200" w:lineRule="atLeast"/>
        <w:ind w:right="0" w:firstLine="1050" w:firstLineChars="500"/>
        <w:jc w:val="both"/>
        <w:textAlignment w:val="baseline"/>
        <w:outlineLvl w:val="9"/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  <w:t>池州市文化广播电视新闻出版局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200" w:lineRule="atLeast"/>
        <w:ind w:right="0" w:firstLine="1050" w:firstLineChars="500"/>
        <w:jc w:val="both"/>
        <w:textAlignment w:val="baseline"/>
        <w:outlineLvl w:val="9"/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  <w:t>安徽金牌盛典会展集团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200" w:lineRule="atLeast"/>
        <w:ind w:right="0" w:firstLine="1050" w:firstLineChars="500"/>
        <w:jc w:val="both"/>
        <w:textAlignment w:val="baseline"/>
        <w:outlineLvl w:val="9"/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  <w:t>东方九华教育科技（北京）有限公司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200" w:lineRule="atLeast"/>
        <w:ind w:right="0" w:firstLine="1050" w:firstLineChars="500"/>
        <w:jc w:val="both"/>
        <w:textAlignment w:val="baseline"/>
        <w:outlineLvl w:val="9"/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  <w:t>池州国际会展中心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200" w:lineRule="atLeast"/>
        <w:ind w:right="0"/>
        <w:jc w:val="both"/>
        <w:textAlignment w:val="baseline"/>
        <w:outlineLvl w:val="9"/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vertAlign w:val="baseli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vertAlign w:val="baseline"/>
          <w:lang w:eastAsia="zh-CN"/>
          <w14:textFill>
            <w14:solidFill>
              <w14:schemeClr w14:val="tx1"/>
            </w14:solidFill>
          </w14:textFill>
        </w:rPr>
        <w:t>三、时间安排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200" w:lineRule="atLeast"/>
        <w:ind w:left="0" w:right="0" w:firstLine="420"/>
        <w:jc w:val="both"/>
        <w:textAlignment w:val="baseline"/>
        <w:outlineLvl w:val="9"/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  <w:t>作品征集截稿时间：10月29日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200" w:lineRule="atLeast"/>
        <w:ind w:left="0" w:right="0" w:firstLine="420"/>
        <w:jc w:val="both"/>
        <w:textAlignment w:val="baseline"/>
        <w:outlineLvl w:val="9"/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  <w:t>初选：11月1日-11月2日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200" w:lineRule="atLeast"/>
        <w:ind w:left="0" w:right="0" w:firstLine="420"/>
        <w:jc w:val="both"/>
        <w:textAlignment w:val="baseline"/>
        <w:outlineLvl w:val="9"/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  <w:t>复评：11月14日19:00-21:00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200" w:lineRule="atLeast"/>
        <w:ind w:left="0" w:right="0" w:firstLine="420"/>
        <w:jc w:val="both"/>
        <w:textAlignment w:val="baseline"/>
        <w:outlineLvl w:val="9"/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  <w:t>作品展览时间：11月15日—11月18日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200" w:lineRule="atLeast"/>
        <w:ind w:left="0" w:right="0" w:firstLine="420"/>
        <w:jc w:val="both"/>
        <w:textAlignment w:val="baseline"/>
        <w:outlineLvl w:val="9"/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  <w:t>颁奖典礼：11月17日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200" w:lineRule="atLeast"/>
        <w:ind w:right="0"/>
        <w:jc w:val="both"/>
        <w:textAlignment w:val="baseline"/>
        <w:outlineLvl w:val="9"/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vertAlign w:val="baseli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vertAlign w:val="baseline"/>
          <w:lang w:eastAsia="zh-CN"/>
          <w14:textFill>
            <w14:solidFill>
              <w14:schemeClr w14:val="tx1"/>
            </w14:solidFill>
          </w14:textFill>
        </w:rPr>
        <w:t>四、参赛范围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="0" w:right="0" w:firstLine="420"/>
        <w:jc w:val="both"/>
        <w:textAlignment w:val="baseline"/>
        <w:outlineLvl w:val="9"/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  <w:t>大赛分为两个组别，专业组和院校组。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="0" w:right="0" w:firstLine="420"/>
        <w:jc w:val="both"/>
        <w:textAlignment w:val="baseline"/>
        <w:outlineLvl w:val="9"/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  <w:t>专业组：国家级/省级/市级工艺美术大师、中青年设计师以及院校老师、安徽（池州）九华山佛文化用品博览会参评者。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="0" w:right="0" w:firstLine="420"/>
        <w:jc w:val="both"/>
        <w:textAlignment w:val="baseline"/>
        <w:outlineLvl w:val="9"/>
        <w:rPr>
          <w:rFonts w:hint="eastAsia" w:ascii="微软雅黑" w:hAnsi="微软雅黑" w:eastAsia="微软雅黑" w:cs="微软雅黑"/>
          <w:i w:val="0"/>
          <w:caps w:val="0"/>
          <w:color w:val="000000" w:themeColor="text1"/>
          <w:spacing w:val="0"/>
          <w:sz w:val="24"/>
          <w:szCs w:val="24"/>
          <w:shd w:val="clear" w:fill="FFFFFF"/>
          <w:vertAlign w:val="baseli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  <w:t>院校组：在校学生</w:t>
      </w:r>
      <w:r>
        <w:rPr>
          <w:rFonts w:hint="eastAsia" w:ascii="微软雅黑" w:hAnsi="微软雅黑" w:eastAsia="微软雅黑" w:cs="微软雅黑"/>
          <w:i w:val="0"/>
          <w:caps w:val="0"/>
          <w:color w:val="000000" w:themeColor="text1"/>
          <w:spacing w:val="0"/>
          <w:sz w:val="24"/>
          <w:szCs w:val="24"/>
          <w:shd w:val="clear" w:fill="FFFFFF"/>
          <w:vertAlign w:val="baseline"/>
          <w14:textFill>
            <w14:solidFill>
              <w14:schemeClr w14:val="tx1"/>
            </w14:solidFill>
          </w14:textFill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200" w:lineRule="atLeast"/>
        <w:ind w:right="0"/>
        <w:jc w:val="both"/>
        <w:textAlignment w:val="baseline"/>
        <w:outlineLvl w:val="9"/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vertAlign w:val="baseli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vertAlign w:val="baseline"/>
          <w:lang w:eastAsia="zh-CN"/>
          <w14:textFill>
            <w14:solidFill>
              <w14:schemeClr w14:val="tx1"/>
            </w14:solidFill>
          </w14:textFill>
        </w:rPr>
        <w:t>五、作品要求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="0" w:right="0" w:firstLine="420"/>
        <w:jc w:val="both"/>
        <w:textAlignment w:val="baseline"/>
        <w:outlineLvl w:val="9"/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  <w:t>凡本人创作的符合以下参赛要求的作品，具有自主创新的、不侵犯他人知识产权，首次制作完成的作品均可报名参赛（属珍稀保护的材料要有合法的来源证明）。作品要求具有明确的禅意风格、技艺精湛、富有创新精神和传承意义，且艺术欣赏价值较高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="0" w:right="0" w:firstLine="420"/>
        <w:jc w:val="both"/>
        <w:textAlignment w:val="baseline"/>
        <w:outlineLvl w:val="9"/>
        <w:rPr>
          <w:rFonts w:hint="eastAsia" w:ascii="宋体" w:hAnsi="宋体" w:eastAsia="宋体" w:cs="宋体"/>
          <w:b/>
          <w:bCs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shd w:val="clear" w:color="auto" w:fill="FFFFFF"/>
          <w:lang w:val="en-US" w:eastAsia="zh-CN" w:bidi="ar-SA"/>
        </w:rPr>
        <w:t>1、实物类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="0" w:right="0" w:firstLine="420"/>
        <w:jc w:val="both"/>
        <w:textAlignment w:val="baseline"/>
        <w:outlineLvl w:val="9"/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  <w:t>工艺类：工艺绘画类、艺用纺织类、编织工艺类、雕塑类、篆刻类工艺品及各类民间传统工艺品等；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200" w:lineRule="atLeast"/>
        <w:ind w:left="0" w:right="0" w:firstLine="420"/>
        <w:jc w:val="both"/>
        <w:textAlignment w:val="baseline"/>
        <w:outlineLvl w:val="9"/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  <w:t>家居类：禅服、综合家居产品、家具设计、器具设计、陈设艺术品等；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200" w:lineRule="atLeast"/>
        <w:ind w:left="0" w:right="0" w:firstLine="420"/>
        <w:jc w:val="both"/>
        <w:textAlignment w:val="baseline"/>
        <w:outlineLvl w:val="9"/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  <w:t>空间艺术类：空间陈设、景观设计、公益展览设计等；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="0" w:right="0" w:firstLine="420"/>
        <w:jc w:val="both"/>
        <w:textAlignment w:val="baseline"/>
        <w:outlineLvl w:val="9"/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  <w:t>纪念品伴手礼类：创意文化旅游用品、创新包装设计、首饰挂件、摆件等；</w:t>
      </w: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  <w:t>平面衍生品类：利用禅意创意图案创作的信封、明信片、书签、绘图本及书籍设计等。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200" w:lineRule="atLeast"/>
        <w:ind w:left="0" w:right="0" w:firstLine="420"/>
        <w:jc w:val="both"/>
        <w:textAlignment w:val="baseline"/>
        <w:outlineLvl w:val="9"/>
        <w:rPr>
          <w:rFonts w:hint="eastAsia" w:ascii="宋体" w:hAnsi="宋体" w:eastAsia="宋体" w:cs="宋体"/>
          <w:b/>
          <w:bCs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shd w:val="clear" w:color="auto" w:fill="FFFFFF"/>
          <w:lang w:val="en-US" w:eastAsia="zh-CN" w:bidi="ar-SA"/>
        </w:rPr>
        <w:t>2、概念类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="0" w:right="0" w:firstLine="420"/>
        <w:jc w:val="both"/>
        <w:textAlignment w:val="baseline"/>
        <w:outlineLvl w:val="9"/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  <w:t>文化产品设计：符合实物类作品征集品类，但由于受客观条件限制无产品实物，投稿作品要有详细的产品设计图纸、产品设计结构模型、包装设计及作品解说文案。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200" w:lineRule="atLeast"/>
        <w:ind w:left="0" w:right="0" w:firstLine="420"/>
        <w:jc w:val="both"/>
        <w:textAlignment w:val="baseline"/>
        <w:outlineLvl w:val="9"/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  <w:t>广告创意设计：要有成型作品，需依托禅文化元素，创意独特、主题传达准确清晰。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200" w:lineRule="atLeast"/>
        <w:ind w:left="0" w:right="0" w:firstLine="420"/>
        <w:jc w:val="both"/>
        <w:textAlignment w:val="baseline"/>
        <w:outlineLvl w:val="9"/>
        <w:rPr>
          <w:rFonts w:hint="eastAsia" w:ascii="微软雅黑" w:hAnsi="微软雅黑" w:eastAsia="微软雅黑" w:cs="微软雅黑"/>
          <w:i w:val="0"/>
          <w:caps w:val="0"/>
          <w:color w:val="000000" w:themeColor="text1"/>
          <w:spacing w:val="0"/>
          <w:sz w:val="24"/>
          <w:szCs w:val="24"/>
          <w:shd w:val="clear" w:fill="FFFFFF"/>
          <w:vertAlign w:val="baseli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  <w:t>备注：范围不限于以上品类，只要围绕大赛主题展开即可。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200" w:lineRule="atLeast"/>
        <w:ind w:right="0"/>
        <w:jc w:val="both"/>
        <w:textAlignment w:val="baseline"/>
        <w:outlineLvl w:val="9"/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vertAlign w:val="baseli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vertAlign w:val="baseline"/>
          <w:lang w:eastAsia="zh-CN"/>
          <w14:textFill>
            <w14:solidFill>
              <w14:schemeClr w14:val="tx1"/>
            </w14:solidFill>
          </w14:textFill>
        </w:rPr>
        <w:t>六、报名信息：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="0" w:right="0" w:firstLine="420"/>
        <w:jc w:val="both"/>
        <w:textAlignment w:val="baseline"/>
        <w:outlineLvl w:val="9"/>
        <w:rPr>
          <w:rFonts w:hint="eastAsia" w:ascii="宋体" w:hAnsi="宋体" w:eastAsia="宋体" w:cs="宋体"/>
          <w:b/>
          <w:bCs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shd w:val="clear" w:color="auto" w:fill="FFFFFF"/>
          <w:lang w:val="en-US" w:eastAsia="zh-CN" w:bidi="ar-SA"/>
        </w:rPr>
        <w:t>1.初选及材料提交：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="0" w:right="0" w:firstLine="420"/>
        <w:jc w:val="both"/>
        <w:textAlignment w:val="baseline"/>
        <w:outlineLvl w:val="9"/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  <w:t>参赛人员需提交组委会官方发布的申报表（实物类作品附作品照片，概念类作品附按要求排版的设计效果图，所有作品均需创意说明）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="0" w:right="0" w:firstLine="420"/>
        <w:jc w:val="both"/>
        <w:textAlignment w:val="baseline"/>
        <w:outlineLvl w:val="9"/>
        <w:rPr>
          <w:rFonts w:hint="eastAsia" w:ascii="宋体" w:hAnsi="宋体" w:eastAsia="宋体" w:cs="宋体"/>
          <w:b/>
          <w:bCs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shd w:val="clear" w:color="auto" w:fill="FFFFFF"/>
          <w:lang w:val="en-US" w:eastAsia="zh-CN" w:bidi="ar-SA"/>
        </w:rPr>
        <w:t>2.复评及材料提交：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="0" w:right="0" w:firstLine="420"/>
        <w:jc w:val="both"/>
        <w:textAlignment w:val="baseline"/>
        <w:outlineLvl w:val="9"/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  <w:t>概念类：根据选手提交的设计资料，由组委会统一制作版面展出。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="0" w:right="0" w:firstLine="420"/>
        <w:jc w:val="both"/>
        <w:textAlignment w:val="baseline"/>
        <w:outlineLvl w:val="9"/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  <w:t>实物类：经初选入围的实物类作品，需在11月8日16:00前将作品原件送达安徽池州国际会展中心参加展评。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="0" w:right="0" w:firstLine="420"/>
        <w:jc w:val="both"/>
        <w:textAlignment w:val="baseline"/>
        <w:outlineLvl w:val="9"/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  <w:t>报名费：本次大赛不收取任何费用。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="0" w:right="0" w:firstLine="420"/>
        <w:jc w:val="both"/>
        <w:textAlignment w:val="baseline"/>
        <w:outlineLvl w:val="9"/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  <w:t>报名咨询及文件下载：大赛组委会官方QQ群 592603104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="0" w:right="0" w:firstLine="420"/>
        <w:jc w:val="both"/>
        <w:textAlignment w:val="baseline"/>
        <w:outlineLvl w:val="9"/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  <w:t>咨询电话 0551-66190045/0551-66185915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200" w:lineRule="atLeast"/>
        <w:ind w:right="0"/>
        <w:jc w:val="both"/>
        <w:textAlignment w:val="baseline"/>
        <w:outlineLvl w:val="9"/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vertAlign w:val="baseli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vertAlign w:val="baseline"/>
          <w:lang w:eastAsia="zh-CN"/>
          <w14:textFill>
            <w14:solidFill>
              <w14:schemeClr w14:val="tx1"/>
            </w14:solidFill>
          </w14:textFill>
        </w:rPr>
        <w:t>七、奖项设置：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="0" w:right="0" w:firstLine="420"/>
        <w:jc w:val="both"/>
        <w:textAlignment w:val="baseline"/>
        <w:outlineLvl w:val="9"/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shd w:val="clear" w:color="auto" w:fill="FFFFFF"/>
          <w:lang w:val="en-US" w:eastAsia="zh-CN" w:bidi="ar-SA"/>
        </w:rPr>
        <w:t>赛事分为两组</w:t>
      </w: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  <w:t>：专业组（编号为JHCZ开头）、院校组（编号为JHCY开头）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="0" w:right="0" w:firstLine="420"/>
        <w:jc w:val="both"/>
        <w:textAlignment w:val="baseline"/>
        <w:outlineLvl w:val="9"/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  <w:t>两组分别评奖，奖项设置为金（6%）、银（12%）、铜（25%）及优秀奖（成功晋级初选的选手均获得优秀奖）四个奖项。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="0" w:right="0" w:firstLine="420"/>
        <w:jc w:val="both"/>
        <w:textAlignment w:val="baseline"/>
        <w:outlineLvl w:val="9"/>
        <w:rPr>
          <w:rFonts w:hint="eastAsia" w:ascii="宋体" w:hAnsi="宋体" w:eastAsia="宋体" w:cs="宋体"/>
          <w:b/>
          <w:bCs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shd w:val="clear" w:color="auto" w:fill="FFFFFF"/>
          <w:lang w:val="en-US" w:eastAsia="zh-CN" w:bidi="ar-SA"/>
        </w:rPr>
        <w:t>颁奖单位：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="0" w:right="0" w:firstLine="420"/>
        <w:jc w:val="both"/>
        <w:textAlignment w:val="baseline"/>
        <w:outlineLvl w:val="9"/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  <w:t>1.金、银、铜奖：获加盖有“中国工艺美术馆”、“池州市文化广播电视新闻出版局”、“安徽省工艺美术学会”及“中国（九华山）国际禅艺设计大赛组委会”公章的获奖证书；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="0" w:right="0" w:firstLine="420"/>
        <w:jc w:val="both"/>
        <w:textAlignment w:val="baseline"/>
        <w:outlineLvl w:val="9"/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  <w:t>2.优秀奖：获加盖有“安徽省工艺美术学会”及“中国（九华山）国际禅艺设计大赛组委会”公章的获奖证书。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="0" w:right="0" w:firstLine="420"/>
        <w:jc w:val="both"/>
        <w:textAlignment w:val="baseline"/>
        <w:outlineLvl w:val="9"/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  <w:t>3.优秀组织奖和优秀指导教师：择优为单位或个人颁发获奖证书。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="0" w:right="0" w:firstLine="420"/>
        <w:jc w:val="both"/>
        <w:textAlignment w:val="baseline"/>
        <w:outlineLvl w:val="9"/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shd w:val="clear" w:color="auto" w:fill="FFFFFF"/>
          <w:lang w:val="en-US" w:eastAsia="zh-CN" w:bidi="ar-SA"/>
        </w:rPr>
        <w:t>其他荣誉：</w:t>
      </w: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  <w:t>推荐获奖选手参加在国家博物馆举办的2020年中国当代工艺美术双年展，并推荐参加中国工艺美术馆馆藏作品的遴选。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="0" w:right="0" w:firstLine="420"/>
        <w:jc w:val="both"/>
        <w:textAlignment w:val="baseline"/>
        <w:outlineLvl w:val="9"/>
        <w:rPr>
          <w:rFonts w:hint="eastAsia" w:ascii="宋体" w:hAnsi="宋体" w:eastAsia="宋体" w:cs="宋体"/>
          <w:b/>
          <w:bCs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shd w:val="clear" w:color="auto" w:fill="FFFFFF"/>
          <w:lang w:val="en-US" w:eastAsia="zh-CN" w:bidi="ar-SA"/>
        </w:rPr>
        <w:t>作品展览及颁奖典礼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="0" w:right="0" w:firstLine="420"/>
        <w:jc w:val="both"/>
        <w:textAlignment w:val="baseline"/>
        <w:outlineLvl w:val="9"/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  <w:t>作品展览及颁奖地点：安徽池州国际会展中心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="0" w:right="0" w:firstLine="420"/>
        <w:jc w:val="both"/>
        <w:textAlignment w:val="baseline"/>
        <w:outlineLvl w:val="9"/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1"/>
          <w:szCs w:val="21"/>
          <w:shd w:val="clear" w:color="auto" w:fill="FFFFFF"/>
          <w:lang w:val="en-US" w:eastAsia="zh-CN" w:bidi="ar-SA"/>
        </w:rPr>
        <w:t>颁奖典礼时间：</w:t>
      </w: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  <w:t>2018年11月11日14:00-15:30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="0" w:right="0" w:firstLine="420"/>
        <w:jc w:val="both"/>
        <w:textAlignment w:val="baseline"/>
        <w:outlineLvl w:val="9"/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  <w:t>活动内容：安徽省教育厅、池州市人民政府、中国工艺美术馆领导及评委现场为所有获奖选手颁发奖项。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200" w:lineRule="atLeast"/>
        <w:ind w:right="0"/>
        <w:jc w:val="both"/>
        <w:textAlignment w:val="baseline"/>
        <w:outlineLvl w:val="9"/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八、校赛作品提交及联系人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="0" w:right="0" w:firstLine="420"/>
        <w:jc w:val="left"/>
        <w:textAlignment w:val="baseline"/>
        <w:outlineLvl w:val="9"/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  <w:t>安徽新华学院在校师生作品统一上交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shd w:val="clear" w:color="auto" w:fill="FFFFFF"/>
          <w:lang w:val="en-US" w:eastAsia="zh-CN" w:bidi="ar-SA"/>
        </w:rPr>
        <w:t>艺术学院石岭</w:t>
      </w: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  <w:t>老师处（邮箱345124594@qq.com，手机：18256930604）。老师指导学生的作品以指导老师为单位统一打包发送至邮箱，不接收学生单个报名提交。申报表最后的提交时间为10月28日，逾期不候。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="0" w:right="0" w:firstLine="420"/>
        <w:jc w:val="left"/>
        <w:textAlignment w:val="baseline"/>
        <w:outlineLvl w:val="9"/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="0" w:right="0" w:firstLine="420"/>
        <w:jc w:val="left"/>
        <w:textAlignment w:val="baseline"/>
        <w:outlineLvl w:val="9"/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="0" w:right="0" w:firstLine="420"/>
        <w:jc w:val="right"/>
        <w:textAlignment w:val="baseline"/>
        <w:outlineLvl w:val="9"/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  <w:t>安徽新华学院艺术学院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="0" w:right="0" w:firstLine="420"/>
        <w:jc w:val="right"/>
        <w:textAlignment w:val="baseline"/>
        <w:outlineLvl w:val="9"/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  <w:t>2018年10月22日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="0" w:right="0" w:firstLine="420"/>
        <w:jc w:val="both"/>
        <w:textAlignment w:val="baseline"/>
        <w:outlineLvl w:val="9"/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="0" w:right="0" w:firstLine="420"/>
        <w:jc w:val="both"/>
        <w:textAlignment w:val="baseline"/>
        <w:outlineLvl w:val="9"/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4C1A5F"/>
    <w:rsid w:val="0F806678"/>
    <w:rsid w:val="10C81AC6"/>
    <w:rsid w:val="430C5023"/>
    <w:rsid w:val="449873A2"/>
    <w:rsid w:val="574C1A5F"/>
    <w:rsid w:val="6D535020"/>
    <w:rsid w:val="7D6B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xj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2018-10-23T02:48:00Z</dcterms:created>
  <dc:creator>wxj</dc:creator>
  <cp:lastModifiedBy>Administrator</cp:lastModifiedBy>
  <dcterms:modified xsi:type="dcterms:W3CDTF">2018-10-23T09:10:38Z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